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2DE0708F" w:rsidR="003F10CA" w:rsidRPr="00C214CA" w:rsidRDefault="000C62AA" w:rsidP="00C214CA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C214CA">
        <w:rPr>
          <w:rFonts w:asciiTheme="minorHAnsi" w:hAnsiTheme="minorHAnsi"/>
        </w:rPr>
        <w:t>Z</w:t>
      </w:r>
      <w:r w:rsidRPr="00C214CA">
        <w:rPr>
          <w:rFonts w:asciiTheme="minorHAnsi" w:hAnsiTheme="minorHAnsi"/>
          <w:szCs w:val="36"/>
        </w:rPr>
        <w:t>ałącznik numer 2 do Zapytania ofertowego</w:t>
      </w:r>
      <w:r w:rsidR="00C214CA" w:rsidRPr="00C214CA">
        <w:rPr>
          <w:rFonts w:asciiTheme="minorHAnsi" w:hAnsiTheme="minorHAnsi"/>
          <w:szCs w:val="36"/>
        </w:rPr>
        <w:t xml:space="preserve"> </w:t>
      </w:r>
      <w:proofErr w:type="spellStart"/>
      <w:r w:rsidR="00C214CA" w:rsidRPr="00C214CA">
        <w:rPr>
          <w:rFonts w:asciiTheme="minorHAnsi" w:hAnsiTheme="minorHAnsi"/>
          <w:szCs w:val="36"/>
        </w:rPr>
        <w:t>WSNoZ</w:t>
      </w:r>
      <w:proofErr w:type="spellEnd"/>
      <w:r w:rsidR="00C214CA" w:rsidRPr="00C214CA">
        <w:rPr>
          <w:rFonts w:asciiTheme="minorHAnsi" w:hAnsiTheme="minorHAnsi"/>
          <w:szCs w:val="36"/>
        </w:rPr>
        <w:t>/</w:t>
      </w:r>
      <w:r w:rsidR="004C1A9C">
        <w:rPr>
          <w:rFonts w:asciiTheme="minorHAnsi" w:hAnsiTheme="minorHAnsi"/>
          <w:szCs w:val="36"/>
        </w:rPr>
        <w:t>1</w:t>
      </w:r>
      <w:r w:rsidR="00C214CA" w:rsidRPr="00C214CA">
        <w:rPr>
          <w:rFonts w:asciiTheme="minorHAnsi" w:hAnsiTheme="minorHAnsi"/>
          <w:szCs w:val="36"/>
        </w:rPr>
        <w:t>/</w:t>
      </w:r>
      <w:r w:rsidR="004C1A9C">
        <w:rPr>
          <w:rFonts w:asciiTheme="minorHAnsi" w:hAnsiTheme="minorHAnsi"/>
          <w:szCs w:val="36"/>
        </w:rPr>
        <w:t>01</w:t>
      </w:r>
      <w:r w:rsidR="00C214CA" w:rsidRPr="00C214CA">
        <w:rPr>
          <w:rFonts w:asciiTheme="minorHAnsi" w:hAnsiTheme="minorHAnsi"/>
          <w:szCs w:val="36"/>
        </w:rPr>
        <w:t>/202</w:t>
      </w:r>
      <w:r w:rsidR="004C1A9C">
        <w:rPr>
          <w:rFonts w:asciiTheme="minorHAnsi" w:hAnsiTheme="minorHAnsi"/>
          <w:szCs w:val="36"/>
        </w:rPr>
        <w:t>6</w:t>
      </w:r>
      <w:r w:rsidRPr="00C214CA">
        <w:rPr>
          <w:rFonts w:asciiTheme="minorHAnsi" w:hAnsiTheme="minorHAnsi"/>
          <w:szCs w:val="36"/>
        </w:rPr>
        <w:t xml:space="preserve"> - Wykaz zrealizowanych usług zgodnie z warunkami udziału w postępowaniu </w:t>
      </w:r>
      <w:proofErr w:type="spellStart"/>
      <w:r w:rsidR="00C214CA" w:rsidRPr="00C214CA">
        <w:rPr>
          <w:rFonts w:asciiTheme="minorHAnsi" w:hAnsiTheme="minorHAnsi"/>
          <w:szCs w:val="36"/>
        </w:rPr>
        <w:t>WSNoZ</w:t>
      </w:r>
      <w:proofErr w:type="spellEnd"/>
      <w:r w:rsidR="00C214CA" w:rsidRPr="00C214CA">
        <w:rPr>
          <w:rFonts w:asciiTheme="minorHAnsi" w:hAnsiTheme="minorHAnsi"/>
          <w:szCs w:val="36"/>
        </w:rPr>
        <w:t>/</w:t>
      </w:r>
      <w:r w:rsidR="004C1A9C">
        <w:rPr>
          <w:rFonts w:asciiTheme="minorHAnsi" w:hAnsiTheme="minorHAnsi"/>
          <w:szCs w:val="36"/>
        </w:rPr>
        <w:t>1</w:t>
      </w:r>
      <w:r w:rsidR="00C214CA" w:rsidRPr="00C214CA">
        <w:rPr>
          <w:rFonts w:asciiTheme="minorHAnsi" w:hAnsiTheme="minorHAnsi"/>
          <w:szCs w:val="36"/>
        </w:rPr>
        <w:t>/</w:t>
      </w:r>
      <w:r w:rsidR="004C1A9C">
        <w:rPr>
          <w:rFonts w:asciiTheme="minorHAnsi" w:hAnsiTheme="minorHAnsi"/>
          <w:szCs w:val="36"/>
        </w:rPr>
        <w:t>01</w:t>
      </w:r>
      <w:r w:rsidR="00C214CA" w:rsidRPr="00C214CA">
        <w:rPr>
          <w:rFonts w:asciiTheme="minorHAnsi" w:hAnsiTheme="minorHAnsi"/>
          <w:szCs w:val="36"/>
        </w:rPr>
        <w:t>/202</w:t>
      </w:r>
      <w:r w:rsidR="004C1A9C">
        <w:rPr>
          <w:rFonts w:asciiTheme="minorHAnsi" w:hAnsiTheme="minorHAnsi"/>
          <w:szCs w:val="36"/>
        </w:rPr>
        <w:t>6</w:t>
      </w:r>
    </w:p>
    <w:p w14:paraId="6BFCDE7C" w14:textId="5C310038" w:rsidR="0098541A" w:rsidRPr="00C214CA" w:rsidRDefault="000A6C65" w:rsidP="00C214C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214CA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466D482E" w:rsidR="00640E6E" w:rsidRPr="00C214CA" w:rsidRDefault="00640E6E" w:rsidP="00C214C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Pełna nazwa wykonawcy:</w:t>
      </w:r>
      <w:r w:rsidR="004F0DE5" w:rsidRPr="00C214CA">
        <w:rPr>
          <w:rFonts w:asciiTheme="minorHAnsi" w:hAnsiTheme="minorHAnsi" w:cstheme="minorHAnsi"/>
        </w:rPr>
        <w:tab/>
      </w:r>
    </w:p>
    <w:p w14:paraId="2D0232E0" w14:textId="752BC8FD" w:rsidR="00640E6E" w:rsidRPr="00C214CA" w:rsidRDefault="00640E6E" w:rsidP="00C214C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Numer REGON:</w:t>
      </w:r>
      <w:r w:rsidR="004F0DE5" w:rsidRPr="00C214CA">
        <w:rPr>
          <w:rFonts w:asciiTheme="minorHAnsi" w:hAnsiTheme="minorHAnsi" w:cstheme="minorHAnsi"/>
        </w:rPr>
        <w:tab/>
      </w:r>
    </w:p>
    <w:p w14:paraId="486683E8" w14:textId="601B3AB4" w:rsidR="00640E6E" w:rsidRPr="00C214CA" w:rsidRDefault="00640E6E" w:rsidP="00C214C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Numer NIP:</w:t>
      </w:r>
      <w:r w:rsidR="004F0DE5" w:rsidRPr="00C214CA">
        <w:rPr>
          <w:rFonts w:asciiTheme="minorHAnsi" w:hAnsiTheme="minorHAnsi" w:cstheme="minorHAnsi"/>
        </w:rPr>
        <w:tab/>
      </w:r>
    </w:p>
    <w:p w14:paraId="1FDF2E87" w14:textId="69AD971D" w:rsidR="00640E6E" w:rsidRPr="00C214CA" w:rsidRDefault="00640E6E" w:rsidP="00C214C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Numer telefonu:</w:t>
      </w:r>
      <w:r w:rsidR="004F0DE5" w:rsidRPr="00C214CA">
        <w:rPr>
          <w:rFonts w:asciiTheme="minorHAnsi" w:hAnsiTheme="minorHAnsi" w:cstheme="minorHAnsi"/>
        </w:rPr>
        <w:tab/>
      </w:r>
    </w:p>
    <w:p w14:paraId="5008C350" w14:textId="450EBFC0" w:rsidR="00640E6E" w:rsidRPr="00C214CA" w:rsidRDefault="00640E6E" w:rsidP="00C214C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Numer faksu (pole opcjonalne):</w:t>
      </w:r>
      <w:r w:rsidR="004F0DE5" w:rsidRPr="00C214CA">
        <w:rPr>
          <w:rFonts w:asciiTheme="minorHAnsi" w:hAnsiTheme="minorHAnsi" w:cstheme="minorHAnsi"/>
        </w:rPr>
        <w:tab/>
      </w:r>
    </w:p>
    <w:p w14:paraId="7B39BED5" w14:textId="452818DF" w:rsidR="00640E6E" w:rsidRPr="00C214CA" w:rsidRDefault="00640E6E" w:rsidP="00C214CA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Adres poczty elektronicznej:</w:t>
      </w:r>
      <w:r w:rsidR="004F0DE5" w:rsidRPr="00C214CA">
        <w:rPr>
          <w:rFonts w:asciiTheme="minorHAnsi" w:hAnsiTheme="minorHAnsi" w:cstheme="minorHAnsi"/>
        </w:rPr>
        <w:tab/>
      </w:r>
    </w:p>
    <w:p w14:paraId="14075261" w14:textId="3C5B2644" w:rsidR="00630723" w:rsidRPr="00C214CA" w:rsidRDefault="000C62AA" w:rsidP="00C214C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214CA">
        <w:rPr>
          <w:rFonts w:asciiTheme="minorHAnsi" w:hAnsiTheme="minorHAnsi"/>
        </w:rPr>
        <w:t>Część numer 1 – Wykaz zrealizowanych usług</w:t>
      </w:r>
    </w:p>
    <w:p w14:paraId="7A38A263" w14:textId="77777777" w:rsidR="000C62AA" w:rsidRPr="00C214CA" w:rsidRDefault="000C62AA" w:rsidP="00C214CA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Wpisz informacje o zrealizowanych usługach w ramach części numer 1 postępowania.</w:t>
      </w:r>
    </w:p>
    <w:p w14:paraId="067859D3" w14:textId="470DB544" w:rsidR="000C62AA" w:rsidRPr="00C214CA" w:rsidRDefault="000C62AA" w:rsidP="00C214CA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Usługa numer 1:</w:t>
      </w:r>
    </w:p>
    <w:p w14:paraId="521A9AFD" w14:textId="1DDB43FB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Przedmiot usługi:</w:t>
      </w:r>
      <w:r w:rsidR="004F0DE5" w:rsidRPr="00C214CA">
        <w:rPr>
          <w:rFonts w:asciiTheme="minorHAnsi" w:hAnsiTheme="minorHAnsi" w:cstheme="minorHAnsi"/>
        </w:rPr>
        <w:tab/>
      </w:r>
    </w:p>
    <w:p w14:paraId="52CCFA4C" w14:textId="47EDD663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Data wykonania usługi:</w:t>
      </w:r>
      <w:r w:rsidR="004F0DE5" w:rsidRPr="00C214CA">
        <w:rPr>
          <w:rFonts w:asciiTheme="minorHAnsi" w:hAnsiTheme="minorHAnsi" w:cstheme="minorHAnsi"/>
        </w:rPr>
        <w:tab/>
      </w:r>
    </w:p>
    <w:p w14:paraId="6DB4488D" w14:textId="4F2AEAC1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Nazwa odbiorcy:</w:t>
      </w:r>
      <w:r w:rsidR="004F0DE5" w:rsidRPr="00C214CA">
        <w:rPr>
          <w:rFonts w:asciiTheme="minorHAnsi" w:hAnsiTheme="minorHAnsi" w:cstheme="minorHAnsi"/>
        </w:rPr>
        <w:tab/>
      </w:r>
    </w:p>
    <w:p w14:paraId="792C8665" w14:textId="42E66620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Wartość usługi w złotych brutto:</w:t>
      </w:r>
      <w:r w:rsidR="004F0DE5" w:rsidRPr="00C214CA">
        <w:rPr>
          <w:rFonts w:asciiTheme="minorHAnsi" w:hAnsiTheme="minorHAnsi" w:cstheme="minorHAnsi"/>
        </w:rPr>
        <w:tab/>
      </w:r>
    </w:p>
    <w:p w14:paraId="479F3A42" w14:textId="73EFB9DB" w:rsidR="000C62AA" w:rsidRPr="00C214CA" w:rsidRDefault="000C62AA" w:rsidP="00C214CA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Usługa numer 2:</w:t>
      </w:r>
    </w:p>
    <w:p w14:paraId="428AD85C" w14:textId="4E53C4A0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Przedmiot usługi:</w:t>
      </w:r>
      <w:r w:rsidR="004F0DE5" w:rsidRPr="00C214CA">
        <w:rPr>
          <w:rFonts w:asciiTheme="minorHAnsi" w:hAnsiTheme="minorHAnsi" w:cstheme="minorHAnsi"/>
        </w:rPr>
        <w:tab/>
      </w:r>
    </w:p>
    <w:p w14:paraId="639B07DA" w14:textId="2E430344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lastRenderedPageBreak/>
        <w:t>Data wykonania usługi:</w:t>
      </w:r>
      <w:r w:rsidR="004F0DE5" w:rsidRPr="00C214CA">
        <w:rPr>
          <w:rFonts w:asciiTheme="minorHAnsi" w:hAnsiTheme="minorHAnsi" w:cstheme="minorHAnsi"/>
        </w:rPr>
        <w:tab/>
      </w:r>
    </w:p>
    <w:p w14:paraId="4D892C82" w14:textId="67663372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Nazwa odbiorcy:</w:t>
      </w:r>
      <w:r w:rsidR="004F0DE5" w:rsidRPr="00C214CA">
        <w:rPr>
          <w:rFonts w:asciiTheme="minorHAnsi" w:hAnsiTheme="minorHAnsi" w:cstheme="minorHAnsi"/>
        </w:rPr>
        <w:tab/>
      </w:r>
    </w:p>
    <w:p w14:paraId="24927281" w14:textId="03AF8B9F" w:rsidR="000C62AA" w:rsidRPr="00C214CA" w:rsidRDefault="000C62AA" w:rsidP="00C214CA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Wartość usługi w złotych brutto:</w:t>
      </w:r>
      <w:r w:rsidR="004F0DE5" w:rsidRPr="00C214CA">
        <w:rPr>
          <w:rFonts w:asciiTheme="minorHAnsi" w:hAnsiTheme="minorHAnsi" w:cstheme="minorHAnsi"/>
        </w:rPr>
        <w:tab/>
      </w:r>
    </w:p>
    <w:p w14:paraId="213F8513" w14:textId="2E1D9D34" w:rsidR="000C62AA" w:rsidRPr="00C214CA" w:rsidRDefault="000C62AA" w:rsidP="00C214CA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Oświadczenie:</w:t>
      </w:r>
    </w:p>
    <w:p w14:paraId="1CE0E4F3" w14:textId="4124B0E0" w:rsidR="000C62AA" w:rsidRPr="00C214CA" w:rsidRDefault="000C62AA" w:rsidP="00C214CA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Oświadczam, że wszystkie informacje przedstawione powyżej są zgodne ze stanem faktycznym.</w:t>
      </w:r>
    </w:p>
    <w:p w14:paraId="7ABBF6D8" w14:textId="37A26B2D" w:rsidR="000C62AA" w:rsidRPr="00C214CA" w:rsidRDefault="000C62AA" w:rsidP="00C214CA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 załączeniu przekazuję dowody potwierdzające, że wymienione usługi zostały wykonane lub są wykonywane należycie.</w:t>
      </w:r>
    </w:p>
    <w:p w14:paraId="3351E701" w14:textId="1C8525B6" w:rsidR="000C62AA" w:rsidRPr="00C214CA" w:rsidRDefault="000C62AA" w:rsidP="00C214C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214CA">
        <w:rPr>
          <w:rFonts w:asciiTheme="minorHAnsi" w:hAnsiTheme="minorHAnsi"/>
        </w:rPr>
        <w:t xml:space="preserve">Część numer </w:t>
      </w:r>
      <w:r w:rsidR="004C1A9C">
        <w:rPr>
          <w:rFonts w:asciiTheme="minorHAnsi" w:hAnsiTheme="minorHAnsi"/>
        </w:rPr>
        <w:t>2</w:t>
      </w:r>
      <w:r w:rsidRPr="00C214CA">
        <w:rPr>
          <w:rFonts w:asciiTheme="minorHAnsi" w:hAnsiTheme="minorHAnsi"/>
        </w:rPr>
        <w:t xml:space="preserve"> – Wykaz zrealizowanych usług</w:t>
      </w:r>
    </w:p>
    <w:p w14:paraId="6817E222" w14:textId="2EB57443" w:rsidR="000C62AA" w:rsidRPr="00C214CA" w:rsidRDefault="000C62AA" w:rsidP="00C214CA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Wpisz informacje o zrealizowanych usługach w ramach części numer 3 postępowania.</w:t>
      </w:r>
    </w:p>
    <w:p w14:paraId="3520941F" w14:textId="77777777" w:rsidR="0063032E" w:rsidRPr="00C214CA" w:rsidRDefault="0063032E" w:rsidP="00C214CA">
      <w:pPr>
        <w:pStyle w:val="Akapitzlist"/>
        <w:numPr>
          <w:ilvl w:val="1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Usługa numer 1:</w:t>
      </w:r>
    </w:p>
    <w:p w14:paraId="3DDF2A73" w14:textId="3CF6F47B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Przedmiot usługi:</w:t>
      </w:r>
      <w:r w:rsidR="004F0DE5" w:rsidRPr="00C214CA">
        <w:rPr>
          <w:rFonts w:asciiTheme="minorHAnsi" w:hAnsiTheme="minorHAnsi" w:cstheme="minorHAnsi"/>
        </w:rPr>
        <w:tab/>
      </w:r>
    </w:p>
    <w:p w14:paraId="356C58AB" w14:textId="580F0D24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Data wykonania usługi:</w:t>
      </w:r>
      <w:r w:rsidR="004F0DE5" w:rsidRPr="00C214CA">
        <w:rPr>
          <w:rFonts w:asciiTheme="minorHAnsi" w:hAnsiTheme="minorHAnsi" w:cstheme="minorHAnsi"/>
        </w:rPr>
        <w:tab/>
      </w:r>
    </w:p>
    <w:p w14:paraId="18925843" w14:textId="1B90EB79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Nazwa odbiorcy:</w:t>
      </w:r>
      <w:r w:rsidR="004F0DE5" w:rsidRPr="00C214CA">
        <w:rPr>
          <w:rFonts w:asciiTheme="minorHAnsi" w:hAnsiTheme="minorHAnsi" w:cstheme="minorHAnsi"/>
        </w:rPr>
        <w:tab/>
      </w:r>
    </w:p>
    <w:p w14:paraId="4150C866" w14:textId="038931B8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Wartość usługi w złotych brutto:</w:t>
      </w:r>
      <w:r w:rsidR="004F0DE5" w:rsidRPr="00C214CA">
        <w:rPr>
          <w:rFonts w:asciiTheme="minorHAnsi" w:hAnsiTheme="minorHAnsi" w:cstheme="minorHAnsi"/>
        </w:rPr>
        <w:tab/>
      </w:r>
    </w:p>
    <w:p w14:paraId="5324C486" w14:textId="77777777" w:rsidR="0063032E" w:rsidRPr="00C214CA" w:rsidRDefault="0063032E" w:rsidP="00C214CA">
      <w:pPr>
        <w:pStyle w:val="Akapitzlist"/>
        <w:numPr>
          <w:ilvl w:val="1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Usługa numer 2:</w:t>
      </w:r>
    </w:p>
    <w:p w14:paraId="44942FDB" w14:textId="131CB5CA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Przedmiot usługi:</w:t>
      </w:r>
      <w:r w:rsidR="004F0DE5" w:rsidRPr="00C214CA">
        <w:rPr>
          <w:rFonts w:asciiTheme="minorHAnsi" w:hAnsiTheme="minorHAnsi" w:cstheme="minorHAnsi"/>
        </w:rPr>
        <w:tab/>
      </w:r>
    </w:p>
    <w:p w14:paraId="03FCC2F9" w14:textId="1B6B6013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Data wykonania usługi:</w:t>
      </w:r>
      <w:r w:rsidR="004F0DE5" w:rsidRPr="00C214CA">
        <w:rPr>
          <w:rFonts w:asciiTheme="minorHAnsi" w:hAnsiTheme="minorHAnsi" w:cstheme="minorHAnsi"/>
        </w:rPr>
        <w:tab/>
      </w:r>
    </w:p>
    <w:p w14:paraId="12D078D7" w14:textId="2F60ACC0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Nazwa odbiorcy:</w:t>
      </w:r>
      <w:r w:rsidR="004F0DE5" w:rsidRPr="00C214CA">
        <w:rPr>
          <w:rFonts w:asciiTheme="minorHAnsi" w:hAnsiTheme="minorHAnsi" w:cstheme="minorHAnsi"/>
        </w:rPr>
        <w:tab/>
      </w:r>
    </w:p>
    <w:p w14:paraId="62B8944A" w14:textId="0C914F1A" w:rsidR="0063032E" w:rsidRPr="00C214CA" w:rsidRDefault="0063032E" w:rsidP="00C214CA">
      <w:pPr>
        <w:pStyle w:val="Akapitzlist"/>
        <w:numPr>
          <w:ilvl w:val="2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Wartość usługi w złotych brutto:</w:t>
      </w:r>
      <w:r w:rsidR="004F0DE5" w:rsidRPr="00C214CA">
        <w:rPr>
          <w:rFonts w:asciiTheme="minorHAnsi" w:hAnsiTheme="minorHAnsi" w:cstheme="minorHAnsi"/>
        </w:rPr>
        <w:tab/>
      </w:r>
    </w:p>
    <w:p w14:paraId="43333D5A" w14:textId="77777777" w:rsidR="0063032E" w:rsidRPr="00C214CA" w:rsidRDefault="000C62AA" w:rsidP="00C214CA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Oświadczenie:</w:t>
      </w:r>
    </w:p>
    <w:p w14:paraId="328E64AB" w14:textId="77777777" w:rsidR="0063032E" w:rsidRPr="00C214CA" w:rsidRDefault="000C62AA" w:rsidP="00C214CA">
      <w:pPr>
        <w:pStyle w:val="Akapitzlist"/>
        <w:numPr>
          <w:ilvl w:val="1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Oświadczam, że wszystkie informacje przedstawione powyżej są zgodne ze stanem faktycznym.</w:t>
      </w:r>
    </w:p>
    <w:p w14:paraId="121C95EA" w14:textId="77777777" w:rsidR="0063032E" w:rsidRPr="00C214CA" w:rsidRDefault="000C62AA" w:rsidP="00C214CA">
      <w:pPr>
        <w:pStyle w:val="Akapitzlist"/>
        <w:numPr>
          <w:ilvl w:val="1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lastRenderedPageBreak/>
        <w:t>W załączeniu przekazuję dowody potwierdzające, że wymienione usługi zostały wykonane lub są wykonywane należycie.</w:t>
      </w:r>
    </w:p>
    <w:p w14:paraId="4E2629CA" w14:textId="03ED8A91" w:rsidR="000C62AA" w:rsidRPr="00C214CA" w:rsidRDefault="000C62AA" w:rsidP="00C214CA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C214CA">
        <w:rPr>
          <w:rFonts w:asciiTheme="minorHAnsi" w:hAnsiTheme="minorHAnsi"/>
        </w:rPr>
        <w:t>Podpis osoby uprawnionej do reprezentowania wykonawcy</w:t>
      </w:r>
    </w:p>
    <w:p w14:paraId="291E05B9" w14:textId="7DB43885" w:rsidR="000C62AA" w:rsidRPr="00C214CA" w:rsidRDefault="000C62AA" w:rsidP="00C214CA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Imię i nazwisko:</w:t>
      </w:r>
      <w:r w:rsidR="004F0DE5" w:rsidRPr="00C214CA">
        <w:rPr>
          <w:rFonts w:asciiTheme="minorHAnsi" w:hAnsiTheme="minorHAnsi" w:cstheme="minorHAnsi"/>
        </w:rPr>
        <w:tab/>
      </w:r>
    </w:p>
    <w:p w14:paraId="103E9D15" w14:textId="77777777" w:rsidR="005A6426" w:rsidRPr="00C214CA" w:rsidRDefault="000C62AA" w:rsidP="00C214CA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Funkcja (na przykład: właściciel, członek zarządu, pełnomocnik):</w:t>
      </w:r>
      <w:r w:rsidR="00D732D9" w:rsidRPr="00C214CA">
        <w:rPr>
          <w:rFonts w:asciiTheme="minorHAnsi" w:hAnsiTheme="minorHAnsi" w:cstheme="minorHAnsi"/>
        </w:rPr>
        <w:br/>
      </w:r>
      <w:r w:rsidR="004F0DE5" w:rsidRPr="00C214CA">
        <w:rPr>
          <w:rFonts w:asciiTheme="minorHAnsi" w:hAnsiTheme="minorHAnsi" w:cstheme="minorHAnsi"/>
        </w:rPr>
        <w:tab/>
      </w:r>
    </w:p>
    <w:p w14:paraId="2C3E6B1A" w14:textId="7CE338F8" w:rsidR="004F0DE5" w:rsidRPr="00C214CA" w:rsidRDefault="000C62AA" w:rsidP="00C214CA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Podpis:</w:t>
      </w:r>
      <w:r w:rsidR="004F0DE5" w:rsidRPr="00C214CA">
        <w:rPr>
          <w:rFonts w:asciiTheme="minorHAnsi" w:hAnsiTheme="minorHAnsi" w:cstheme="minorHAnsi"/>
        </w:rPr>
        <w:tab/>
      </w:r>
      <w:r w:rsidR="005A6426" w:rsidRPr="00C214CA">
        <w:rPr>
          <w:rFonts w:asciiTheme="minorHAnsi" w:hAnsiTheme="minorHAnsi" w:cstheme="minorHAnsi"/>
        </w:rPr>
        <w:tab/>
      </w:r>
      <w:r w:rsidR="005A6426" w:rsidRPr="00C214CA">
        <w:rPr>
          <w:rFonts w:asciiTheme="minorHAnsi" w:hAnsiTheme="minorHAnsi" w:cstheme="minorHAnsi"/>
        </w:rPr>
        <w:tab/>
      </w:r>
    </w:p>
    <w:p w14:paraId="4FDD9130" w14:textId="1ABA9649" w:rsidR="00A07978" w:rsidRPr="00C214CA" w:rsidRDefault="000C62AA" w:rsidP="00C214CA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C214CA">
        <w:rPr>
          <w:rFonts w:asciiTheme="minorHAnsi" w:hAnsiTheme="minorHAnsi" w:cstheme="minorHAnsi"/>
        </w:rPr>
        <w:t>Data złożenia podpisu</w:t>
      </w:r>
      <w:r w:rsidR="0063032E" w:rsidRPr="00C214CA">
        <w:rPr>
          <w:rFonts w:asciiTheme="minorHAnsi" w:hAnsiTheme="minorHAnsi" w:cstheme="minorHAnsi"/>
        </w:rPr>
        <w:t xml:space="preserve"> (rok–miesiąc–dzień)</w:t>
      </w:r>
      <w:r w:rsidRPr="00C214CA">
        <w:rPr>
          <w:rFonts w:asciiTheme="minorHAnsi" w:hAnsiTheme="minorHAnsi" w:cstheme="minorHAnsi"/>
        </w:rPr>
        <w:t>:</w:t>
      </w:r>
      <w:r w:rsidR="004F0DE5" w:rsidRPr="00C214CA">
        <w:rPr>
          <w:rFonts w:asciiTheme="minorHAnsi" w:hAnsiTheme="minorHAnsi" w:cstheme="minorHAnsi"/>
        </w:rPr>
        <w:tab/>
      </w:r>
    </w:p>
    <w:sectPr w:rsidR="00A07978" w:rsidRPr="00C214CA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E6C29" w14:textId="77777777" w:rsidR="00E764EF" w:rsidRPr="008757DC" w:rsidRDefault="00E764EF" w:rsidP="00E601A4">
      <w:r w:rsidRPr="008757DC">
        <w:separator/>
      </w:r>
    </w:p>
  </w:endnote>
  <w:endnote w:type="continuationSeparator" w:id="0">
    <w:p w14:paraId="1ADFDE24" w14:textId="77777777" w:rsidR="00E764EF" w:rsidRPr="008757DC" w:rsidRDefault="00E764EF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5A6426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5A6426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5A6426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5A6426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5A6426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5A6426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5A6426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5A6426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5A6426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5A6426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5A6426">
      <w:rPr>
        <w:rFonts w:asciiTheme="minorHAnsi" w:hAnsiTheme="minorHAnsi" w:cstheme="minorHAnsi"/>
        <w:caps/>
        <w:color w:val="auto"/>
      </w:rPr>
      <w:fldChar w:fldCharType="begin"/>
    </w:r>
    <w:r w:rsidRPr="005A6426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5A6426">
      <w:rPr>
        <w:rFonts w:asciiTheme="minorHAnsi" w:hAnsiTheme="minorHAnsi" w:cstheme="minorHAnsi"/>
        <w:caps/>
        <w:color w:val="auto"/>
      </w:rPr>
      <w:fldChar w:fldCharType="separate"/>
    </w:r>
    <w:r w:rsidRPr="005A6426">
      <w:rPr>
        <w:rFonts w:asciiTheme="minorHAnsi" w:hAnsiTheme="minorHAnsi" w:cstheme="minorHAnsi"/>
        <w:caps/>
        <w:color w:val="auto"/>
      </w:rPr>
      <w:t>2</w:t>
    </w:r>
    <w:r w:rsidRPr="005A6426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5A6426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EB60" w14:textId="77777777" w:rsidR="00E764EF" w:rsidRPr="008757DC" w:rsidRDefault="00E764EF" w:rsidP="00E601A4">
      <w:r w:rsidRPr="008757DC">
        <w:separator/>
      </w:r>
    </w:p>
  </w:footnote>
  <w:footnote w:type="continuationSeparator" w:id="0">
    <w:p w14:paraId="771E3634" w14:textId="77777777" w:rsidR="00E764EF" w:rsidRPr="008757DC" w:rsidRDefault="00E764EF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C3D37D9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F4C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41BA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E165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35308E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3"/>
  </w:num>
  <w:num w:numId="2" w16cid:durableId="1506214282">
    <w:abstractNumId w:val="1"/>
  </w:num>
  <w:num w:numId="3" w16cid:durableId="1726172554">
    <w:abstractNumId w:val="5"/>
  </w:num>
  <w:num w:numId="4" w16cid:durableId="843284076">
    <w:abstractNumId w:val="6"/>
  </w:num>
  <w:num w:numId="5" w16cid:durableId="1883592032">
    <w:abstractNumId w:val="0"/>
  </w:num>
  <w:num w:numId="6" w16cid:durableId="2089761661">
    <w:abstractNumId w:val="10"/>
  </w:num>
  <w:num w:numId="7" w16cid:durableId="1893998279">
    <w:abstractNumId w:val="7"/>
  </w:num>
  <w:num w:numId="8" w16cid:durableId="538736806">
    <w:abstractNumId w:val="9"/>
  </w:num>
  <w:num w:numId="9" w16cid:durableId="1209295058">
    <w:abstractNumId w:val="8"/>
  </w:num>
  <w:num w:numId="10" w16cid:durableId="884218019">
    <w:abstractNumId w:val="4"/>
  </w:num>
  <w:num w:numId="11" w16cid:durableId="1359890986">
    <w:abstractNumId w:val="11"/>
  </w:num>
  <w:num w:numId="12" w16cid:durableId="198773717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68A8"/>
    <w:rsid w:val="00080947"/>
    <w:rsid w:val="00094F10"/>
    <w:rsid w:val="000A2EAA"/>
    <w:rsid w:val="000A39AF"/>
    <w:rsid w:val="000A6C65"/>
    <w:rsid w:val="000B03DE"/>
    <w:rsid w:val="000B75D4"/>
    <w:rsid w:val="000C20F5"/>
    <w:rsid w:val="000C4A2F"/>
    <w:rsid w:val="000C62AA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24124"/>
    <w:rsid w:val="002262AE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160BE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1A9C"/>
    <w:rsid w:val="004C320C"/>
    <w:rsid w:val="004D0979"/>
    <w:rsid w:val="004D5FDF"/>
    <w:rsid w:val="004E7D2C"/>
    <w:rsid w:val="004F0DE5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66F10"/>
    <w:rsid w:val="0058253A"/>
    <w:rsid w:val="005915B8"/>
    <w:rsid w:val="005923C2"/>
    <w:rsid w:val="00594161"/>
    <w:rsid w:val="00594C2E"/>
    <w:rsid w:val="005A5397"/>
    <w:rsid w:val="005A5E9D"/>
    <w:rsid w:val="005A6426"/>
    <w:rsid w:val="005A70F3"/>
    <w:rsid w:val="005A7F50"/>
    <w:rsid w:val="005B2A77"/>
    <w:rsid w:val="005D6D9D"/>
    <w:rsid w:val="005E2720"/>
    <w:rsid w:val="005E46CE"/>
    <w:rsid w:val="005E70D5"/>
    <w:rsid w:val="005F12D5"/>
    <w:rsid w:val="00600D3D"/>
    <w:rsid w:val="006041C1"/>
    <w:rsid w:val="0060633E"/>
    <w:rsid w:val="00607054"/>
    <w:rsid w:val="006075CE"/>
    <w:rsid w:val="0061602D"/>
    <w:rsid w:val="00617483"/>
    <w:rsid w:val="00626FBE"/>
    <w:rsid w:val="0063032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5162B"/>
    <w:rsid w:val="00762B34"/>
    <w:rsid w:val="00770283"/>
    <w:rsid w:val="00770FB6"/>
    <w:rsid w:val="00772F76"/>
    <w:rsid w:val="007868E3"/>
    <w:rsid w:val="00792294"/>
    <w:rsid w:val="007A77A6"/>
    <w:rsid w:val="007B1A84"/>
    <w:rsid w:val="007C0AFF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5CC0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C1934"/>
    <w:rsid w:val="00AC1CDD"/>
    <w:rsid w:val="00AC4D4A"/>
    <w:rsid w:val="00AD3657"/>
    <w:rsid w:val="00AD6AE6"/>
    <w:rsid w:val="00AE191A"/>
    <w:rsid w:val="00AF06D8"/>
    <w:rsid w:val="00AF704A"/>
    <w:rsid w:val="00B210A3"/>
    <w:rsid w:val="00B274ED"/>
    <w:rsid w:val="00B441A0"/>
    <w:rsid w:val="00B449F7"/>
    <w:rsid w:val="00B50524"/>
    <w:rsid w:val="00B519FF"/>
    <w:rsid w:val="00B523B6"/>
    <w:rsid w:val="00B53D01"/>
    <w:rsid w:val="00B5619A"/>
    <w:rsid w:val="00B67F84"/>
    <w:rsid w:val="00B767D6"/>
    <w:rsid w:val="00B80717"/>
    <w:rsid w:val="00B808C0"/>
    <w:rsid w:val="00B876D0"/>
    <w:rsid w:val="00B92DD7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14CA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401"/>
    <w:rsid w:val="00D51A20"/>
    <w:rsid w:val="00D52521"/>
    <w:rsid w:val="00D61F6D"/>
    <w:rsid w:val="00D65EE2"/>
    <w:rsid w:val="00D7252D"/>
    <w:rsid w:val="00D732D9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764EF"/>
    <w:rsid w:val="00E8623B"/>
    <w:rsid w:val="00E867B0"/>
    <w:rsid w:val="00E90B16"/>
    <w:rsid w:val="00E92F66"/>
    <w:rsid w:val="00E947AB"/>
    <w:rsid w:val="00E970D1"/>
    <w:rsid w:val="00EA2FEC"/>
    <w:rsid w:val="00EA33A2"/>
    <w:rsid w:val="00EB053D"/>
    <w:rsid w:val="00EB0B84"/>
    <w:rsid w:val="00EB4433"/>
    <w:rsid w:val="00EB7245"/>
    <w:rsid w:val="00EC43CD"/>
    <w:rsid w:val="00ED05BE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4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84</TotalTime>
  <Pages>3</Pages>
  <Words>229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12</cp:revision>
  <dcterms:created xsi:type="dcterms:W3CDTF">2025-10-28T14:12:00Z</dcterms:created>
  <dcterms:modified xsi:type="dcterms:W3CDTF">2026-01-13T08:19:00Z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